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6C6309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C51AB6" w:rsidRPr="00C51AB6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C51AB6" w:rsidRPr="00C51AB6">
        <w:rPr>
          <w:rFonts w:ascii="Verdana" w:eastAsia="Times New Roman" w:hAnsi="Verdana" w:cs="Times New Roman"/>
          <w:b/>
          <w:lang w:eastAsia="cs-CZ"/>
        </w:rPr>
        <w:t xml:space="preserve">Technika pro údržbu železničních prostranství“ </w:t>
      </w:r>
      <w:r w:rsidR="00C51AB6" w:rsidRPr="00C51AB6">
        <w:rPr>
          <w:rFonts w:ascii="Verdana" w:eastAsia="Times New Roman" w:hAnsi="Verdana" w:cs="Times New Roman"/>
          <w:lang w:eastAsia="cs-CZ"/>
        </w:rPr>
        <w:t xml:space="preserve">č.j. 19069/2024-SŽ-OŘ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51AB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51AB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51AB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1AB6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2024-05-06T09:26:00Z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